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360" w:rsidRDefault="00DB0EF7" w:rsidP="002A1360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1 </w:t>
      </w:r>
    </w:p>
    <w:p w:rsidR="002A1360" w:rsidRDefault="00DB0EF7" w:rsidP="002A1360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r w:rsidR="005515E8">
        <w:t>Типово</w:t>
      </w:r>
      <w:r w:rsidR="00BD17A4">
        <w:t>му</w:t>
      </w:r>
      <w:r w:rsidR="005515E8">
        <w:t xml:space="preserve"> </w:t>
      </w:r>
      <w:r w:rsidR="00BD17A4">
        <w:t>Приглашению</w:t>
      </w:r>
      <w:r w:rsidR="00BF2DF8">
        <w:t xml:space="preserve"> </w:t>
      </w:r>
      <w:r w:rsidR="00046EBC">
        <w:t>принять участие в конкурсе</w:t>
      </w:r>
    </w:p>
    <w:p w:rsidR="002A1360" w:rsidRDefault="002A1360" w:rsidP="002A1360">
      <w:pPr>
        <w:tabs>
          <w:tab w:val="left" w:pos="851"/>
          <w:tab w:val="num" w:pos="1287"/>
        </w:tabs>
        <w:spacing w:before="120"/>
        <w:jc w:val="right"/>
      </w:pPr>
    </w:p>
    <w:p w:rsidR="004B0D40" w:rsidRPr="00A102BD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 xml:space="preserve">Письмо о подаче </w:t>
      </w:r>
      <w:r w:rsidR="00046EBC">
        <w:rPr>
          <w:b/>
        </w:rPr>
        <w:t>Предложения</w:t>
      </w:r>
      <w:r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r w:rsidRPr="00A102BD">
        <w:rPr>
          <w:i/>
          <w:sz w:val="16"/>
          <w:szCs w:val="16"/>
        </w:rPr>
        <w:t xml:space="preserve">(на фирменном бланке </w:t>
      </w:r>
      <w:r w:rsidR="00046EBC">
        <w:rPr>
          <w:i/>
          <w:sz w:val="16"/>
          <w:szCs w:val="16"/>
        </w:rPr>
        <w:t>участника</w:t>
      </w:r>
      <w:r w:rsidR="002011E5">
        <w:rPr>
          <w:i/>
          <w:sz w:val="16"/>
          <w:szCs w:val="16"/>
        </w:rPr>
        <w:t xml:space="preserve"> </w:t>
      </w:r>
      <w:r w:rsidR="001B7F2D">
        <w:rPr>
          <w:i/>
          <w:sz w:val="16"/>
          <w:szCs w:val="16"/>
        </w:rPr>
        <w:t>(при наличии такового</w:t>
      </w:r>
      <w:r w:rsidRPr="00A102BD">
        <w:rPr>
          <w:i/>
          <w:sz w:val="16"/>
          <w:szCs w:val="16"/>
        </w:rPr>
        <w:t>)</w:t>
      </w: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046EBC">
        <w:rPr>
          <w:i/>
          <w:sz w:val="16"/>
          <w:szCs w:val="16"/>
        </w:rPr>
        <w:t>участника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39365C">
      <w:pPr>
        <w:ind w:firstLine="293"/>
        <w:jc w:val="both"/>
      </w:pPr>
      <w:r w:rsidRPr="00A102BD">
        <w:t xml:space="preserve">1. </w:t>
      </w:r>
      <w:r w:rsidR="00F26E7C">
        <w:t xml:space="preserve">Приглашение </w:t>
      </w:r>
      <w:r w:rsidR="00046EBC">
        <w:t>принять участие в конкурсе</w:t>
      </w:r>
      <w:r w:rsidRPr="00A102BD">
        <w:t xml:space="preserve"> от ______ № ____ </w:t>
      </w:r>
      <w:r w:rsidR="001B7F2D">
        <w:t xml:space="preserve">на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 w:rsidR="008D2138">
        <w:rPr>
          <w:i/>
          <w:sz w:val="16"/>
          <w:szCs w:val="16"/>
        </w:rPr>
        <w:t>именование закупаем</w:t>
      </w:r>
      <w:r w:rsidR="00014D6B">
        <w:rPr>
          <w:i/>
          <w:sz w:val="16"/>
          <w:szCs w:val="16"/>
        </w:rPr>
        <w:t>ой</w:t>
      </w:r>
      <w:r w:rsidR="008D2138">
        <w:rPr>
          <w:i/>
          <w:sz w:val="16"/>
          <w:szCs w:val="16"/>
        </w:rPr>
        <w:t xml:space="preserve"> </w:t>
      </w:r>
      <w:r w:rsidR="00014D6B">
        <w:rPr>
          <w:i/>
          <w:sz w:val="16"/>
          <w:szCs w:val="16"/>
        </w:rPr>
        <w:t>Продукции</w:t>
      </w:r>
      <w:r w:rsidR="003977B7">
        <w:rPr>
          <w:i/>
          <w:sz w:val="16"/>
          <w:szCs w:val="16"/>
        </w:rPr>
        <w:t>/работ, услуг</w:t>
      </w:r>
      <w:r w:rsidRPr="00A102BD">
        <w:rPr>
          <w:sz w:val="16"/>
          <w:szCs w:val="16"/>
        </w:rPr>
        <w:t xml:space="preserve">&gt; </w:t>
      </w:r>
      <w:r w:rsidR="002A1360" w:rsidRPr="002A1360">
        <w:t>для нужд</w:t>
      </w:r>
      <w:r w:rsidRPr="00A102BD">
        <w:rPr>
          <w:sz w:val="16"/>
          <w:szCs w:val="16"/>
        </w:rPr>
        <w:t xml:space="preserve"> </w:t>
      </w:r>
      <w:r w:rsidR="001B7F2D"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14D6B"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 w:rsidR="001B7F2D">
        <w:t>.</w:t>
      </w:r>
    </w:p>
    <w:p w:rsidR="004B0D40" w:rsidRDefault="00046EBC" w:rsidP="0039365C">
      <w:pPr>
        <w:ind w:firstLine="293"/>
        <w:jc w:val="both"/>
      </w:pPr>
      <w:r>
        <w:t>2</w:t>
      </w:r>
      <w:r w:rsidR="004B0D40" w:rsidRPr="00A102BD">
        <w:t xml:space="preserve">. </w:t>
      </w:r>
      <w:r w:rsidR="005E3AF6">
        <w:t xml:space="preserve">Приложения к </w:t>
      </w:r>
      <w:r w:rsidR="00F26E7C">
        <w:t xml:space="preserve">приглашению </w:t>
      </w:r>
      <w:r>
        <w:t>принять участие в конкурсе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 xml:space="preserve">редложение  на </w:t>
      </w:r>
      <w:r w:rsidR="006010BA" w:rsidRPr="00A102BD">
        <w:t xml:space="preserve">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>указать на</w:t>
      </w:r>
      <w:r w:rsidR="006010BA">
        <w:rPr>
          <w:i/>
          <w:sz w:val="16"/>
          <w:szCs w:val="16"/>
        </w:rPr>
        <w:t>именование закупаемой Продукции</w:t>
      </w:r>
      <w:r w:rsidR="003977B7">
        <w:rPr>
          <w:i/>
          <w:sz w:val="16"/>
          <w:szCs w:val="16"/>
        </w:rPr>
        <w:t>/работ, услуг</w:t>
      </w:r>
      <w:r w:rsidR="006010BA" w:rsidRPr="00A102BD">
        <w:rPr>
          <w:sz w:val="16"/>
          <w:szCs w:val="16"/>
        </w:rPr>
        <w:t xml:space="preserve">&gt; </w:t>
      </w:r>
      <w:r w:rsidR="002A1360" w:rsidRPr="002A1360">
        <w:t>для нужд</w:t>
      </w:r>
      <w:r w:rsidR="006010BA" w:rsidRPr="00A102BD">
        <w:rPr>
          <w:sz w:val="16"/>
          <w:szCs w:val="16"/>
        </w:rPr>
        <w:t xml:space="preserve"> </w:t>
      </w:r>
      <w:r w:rsidR="006010BA">
        <w:rPr>
          <w:sz w:val="16"/>
          <w:szCs w:val="16"/>
        </w:rPr>
        <w:t xml:space="preserve">___________________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 xml:space="preserve">указать наименование </w:t>
      </w:r>
      <w:r w:rsidR="006010BA">
        <w:rPr>
          <w:i/>
          <w:sz w:val="16"/>
          <w:szCs w:val="16"/>
        </w:rPr>
        <w:t>заказчика</w:t>
      </w:r>
      <w:r w:rsidR="006010BA" w:rsidRPr="00A102BD">
        <w:rPr>
          <w:i/>
          <w:sz w:val="16"/>
          <w:szCs w:val="16"/>
        </w:rPr>
        <w:t>&gt;</w:t>
      </w:r>
      <w:r w:rsidR="00A858CE">
        <w:rPr>
          <w:i/>
          <w:sz w:val="16"/>
          <w:szCs w:val="16"/>
        </w:rPr>
        <w:t xml:space="preserve"> </w:t>
      </w:r>
      <w:r w:rsidR="002A1360" w:rsidRPr="002A1360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 w:rsidR="003D1846">
        <w:t>П</w:t>
      </w:r>
      <w:r w:rsidR="00A858CE">
        <w:t xml:space="preserve">редложению </w:t>
      </w:r>
      <w:r w:rsidRPr="00A102BD">
        <w:t>документами.</w:t>
      </w:r>
    </w:p>
    <w:p w:rsidR="004B0D40" w:rsidRPr="00A102BD" w:rsidRDefault="004B0D40" w:rsidP="0039365C"/>
    <w:p w:rsidR="004B0D40" w:rsidRPr="00A102BD" w:rsidRDefault="004B0D40" w:rsidP="002237D8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A102BD">
        <w:t>Заказчиком</w:t>
      </w:r>
      <w:r w:rsidRPr="00A102BD">
        <w:t>, станет составной частью договора</w:t>
      </w:r>
      <w:r w:rsidR="004D27C4">
        <w:t>.</w:t>
      </w:r>
    </w:p>
    <w:p w:rsidR="007D5220" w:rsidRPr="00A102BD" w:rsidRDefault="00697A06" w:rsidP="002237D8">
      <w:pPr>
        <w:ind w:firstLine="293"/>
        <w:jc w:val="both"/>
      </w:pPr>
      <w:r>
        <w:t>П</w:t>
      </w:r>
      <w:r w:rsidR="004B0D40" w:rsidRPr="00A102BD"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A102BD">
        <w:t xml:space="preserve">истечения </w:t>
      </w:r>
      <w:r w:rsidR="004B0D40" w:rsidRPr="00A102BD">
        <w:t>срока подач</w:t>
      </w:r>
      <w:r w:rsidR="008159B1" w:rsidRPr="00A102BD">
        <w:t>и</w:t>
      </w:r>
      <w:r w:rsidR="004B0D40" w:rsidRPr="00A102BD">
        <w:t xml:space="preserve"> </w:t>
      </w:r>
      <w:r w:rsidR="00CC32B1">
        <w:t>п</w:t>
      </w:r>
      <w:r w:rsidR="004B0D40" w:rsidRPr="00A102BD">
        <w:t xml:space="preserve">редложений, установленного в соответствии с </w:t>
      </w:r>
      <w:r w:rsidR="00CC32B1">
        <w:t xml:space="preserve">приглашением </w:t>
      </w:r>
      <w:r w:rsidR="00046EBC">
        <w:t>принять участие в конкурсе</w:t>
      </w:r>
      <w:r w:rsidR="004B0D40" w:rsidRPr="00A102BD">
        <w:t xml:space="preserve">. </w:t>
      </w:r>
    </w:p>
    <w:p w:rsidR="004B0D40" w:rsidRPr="00A102BD" w:rsidRDefault="00CC32B1" w:rsidP="00CA52D7">
      <w:pPr>
        <w:ind w:firstLine="293"/>
        <w:jc w:val="both"/>
      </w:pPr>
      <w:r>
        <w:t>П</w:t>
      </w:r>
      <w:r w:rsidR="004B0D40" w:rsidRPr="00A102BD">
        <w:t>редложение соответств</w:t>
      </w:r>
      <w:r w:rsidR="00B43188">
        <w:t>ует</w:t>
      </w:r>
      <w:r w:rsidR="004B0D40" w:rsidRPr="00A102BD">
        <w:t xml:space="preserve"> требованиям </w:t>
      </w:r>
      <w:r>
        <w:t xml:space="preserve">приглашения </w:t>
      </w:r>
      <w:r w:rsidR="00046EBC">
        <w:t>принять участие в конкурсе</w:t>
      </w:r>
      <w:r w:rsidR="004B0D40" w:rsidRPr="00A102BD">
        <w:t xml:space="preserve">, и </w:t>
      </w:r>
      <w:r w:rsidR="00B43188">
        <w:t xml:space="preserve">________________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="00B43188" w:rsidRPr="00A102BD">
        <w:rPr>
          <w:sz w:val="16"/>
          <w:szCs w:val="16"/>
        </w:rPr>
        <w:t>&gt;</w:t>
      </w:r>
      <w:r w:rsidR="004B0D40" w:rsidRPr="00A102BD">
        <w:t xml:space="preserve"> готов</w:t>
      </w:r>
      <w:r w:rsidR="00B43188">
        <w:t>(о)</w:t>
      </w:r>
      <w:r w:rsidR="004B0D40" w:rsidRPr="00A102BD">
        <w:t xml:space="preserve"> выполнит</w:t>
      </w:r>
      <w:r w:rsidR="001F1F36" w:rsidRPr="00A102BD">
        <w:t xml:space="preserve">ь все условия поставки </w:t>
      </w:r>
      <w:r w:rsidR="00ED339B">
        <w:t xml:space="preserve">(выполнения) </w:t>
      </w:r>
      <w:r w:rsidR="00C221CD">
        <w:t>Т</w:t>
      </w:r>
      <w:r w:rsidR="001F1F36" w:rsidRPr="00A102BD">
        <w:t>овар</w:t>
      </w:r>
      <w:r w:rsidR="00C221CD">
        <w:t>а</w:t>
      </w:r>
      <w:r w:rsidR="00ED339B">
        <w:t xml:space="preserve"> (Работ, Услуг)</w:t>
      </w:r>
      <w:r w:rsidR="004B0D40"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="004B0D40" w:rsidRPr="00A102BD">
        <w:t>редложении</w:t>
      </w:r>
      <w:r w:rsidR="00B43188">
        <w:t xml:space="preserve"> и относительно которых это допускается </w:t>
      </w:r>
      <w:r>
        <w:t xml:space="preserve">приглашением </w:t>
      </w:r>
      <w:r w:rsidR="00046EBC">
        <w:t>принять участие в конкурсе</w:t>
      </w:r>
      <w:r w:rsidR="004B0D40" w:rsidRPr="00A102BD">
        <w:t>.</w:t>
      </w: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2A1360" w:rsidRPr="002A1360">
        <w:t xml:space="preserve">в связи с </w:t>
      </w:r>
      <w:r w:rsidR="004D27C4">
        <w:t xml:space="preserve">приглашением </w:t>
      </w:r>
      <w:r w:rsidR="00046EBC">
        <w:t>принять участие в конкурсе</w:t>
      </w:r>
      <w:r w:rsidR="002A1360" w:rsidRPr="002A1360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046EBC">
        <w:t>/Подрядчик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Вниманию: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Эл. почта: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2011E5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046EBC">
        <w:rPr>
          <w:rFonts w:ascii="Verdana" w:hAnsi="Verdana"/>
          <w:sz w:val="20"/>
          <w:szCs w:val="20"/>
        </w:rPr>
        <w:t>участника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046EBC">
        <w:rPr>
          <w:rFonts w:ascii="Verdana" w:hAnsi="Verdana"/>
          <w:sz w:val="20"/>
          <w:szCs w:val="20"/>
        </w:rPr>
        <w:t>участника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AA6E0E">
        <w:rPr>
          <w:rFonts w:ascii="Verdana" w:hAnsi="Verdana"/>
          <w:sz w:val="20"/>
          <w:szCs w:val="20"/>
        </w:rPr>
        <w:t>С</w:t>
      </w:r>
      <w:r w:rsidR="004B0D40" w:rsidRPr="00A102BD">
        <w:rPr>
          <w:rFonts w:ascii="Verdana" w:hAnsi="Verdana"/>
          <w:sz w:val="20"/>
          <w:szCs w:val="20"/>
        </w:rPr>
        <w:t xml:space="preserve">рок действия </w:t>
      </w:r>
      <w:r w:rsidR="0074499F">
        <w:rPr>
          <w:rFonts w:ascii="Verdana" w:hAnsi="Verdana"/>
          <w:sz w:val="20"/>
          <w:szCs w:val="20"/>
        </w:rPr>
        <w:t>П</w:t>
      </w:r>
      <w:r w:rsidR="004B0D40" w:rsidRPr="00A102BD">
        <w:rPr>
          <w:rFonts w:ascii="Verdana" w:hAnsi="Verdana"/>
          <w:sz w:val="20"/>
          <w:szCs w:val="20"/>
        </w:rPr>
        <w:t xml:space="preserve">редложения </w:t>
      </w:r>
      <w:r w:rsidR="00AA6E0E">
        <w:rPr>
          <w:rFonts w:ascii="Verdana" w:hAnsi="Verdana"/>
          <w:sz w:val="20"/>
          <w:szCs w:val="20"/>
        </w:rPr>
        <w:t xml:space="preserve">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согласно требованиям </w:t>
      </w:r>
      <w:r w:rsidR="0074499F">
        <w:rPr>
          <w:rFonts w:ascii="Verdana" w:hAnsi="Verdana"/>
          <w:sz w:val="20"/>
          <w:szCs w:val="20"/>
        </w:rPr>
        <w:t xml:space="preserve">Приглашения </w:t>
      </w:r>
      <w:r w:rsidR="00046EBC" w:rsidRPr="00046EBC">
        <w:rPr>
          <w:rFonts w:ascii="Verdana" w:hAnsi="Verdana"/>
          <w:sz w:val="20"/>
          <w:szCs w:val="20"/>
        </w:rPr>
        <w:t>принять участие в конкурсе</w:t>
      </w:r>
      <w:r w:rsidR="004B0D40" w:rsidRPr="00A102BD">
        <w:rPr>
          <w:rFonts w:ascii="Verdana" w:hAnsi="Verdana"/>
          <w:sz w:val="20"/>
          <w:szCs w:val="20"/>
        </w:rPr>
        <w:t>.</w:t>
      </w:r>
    </w:p>
    <w:p w:rsidR="004B0D40" w:rsidRPr="00A102BD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="004B0D40" w:rsidRPr="00A102BD">
        <w:t xml:space="preserve">Письмо должно быть подписано </w:t>
      </w:r>
      <w:r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 w:rsidR="001E7CE9">
        <w:t xml:space="preserve">Приглашения </w:t>
      </w:r>
      <w:r w:rsidR="00046EBC" w:rsidRPr="00046EBC">
        <w:t>принять участие в конкурсе</w:t>
      </w:r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0" w:name="RANGE!A1:Y42"/>
      <w:bookmarkEnd w:id="0"/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8AE" w:rsidRDefault="001F38AE">
      <w:r>
        <w:separator/>
      </w:r>
    </w:p>
  </w:endnote>
  <w:endnote w:type="continuationSeparator" w:id="0">
    <w:p w:rsidR="001F38AE" w:rsidRDefault="001F38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6F" w:rsidRDefault="00D55E6F" w:rsidP="00312293">
    <w:pPr>
      <w:pStyle w:val="ae"/>
      <w:jc w:val="right"/>
    </w:pPr>
    <w:r>
      <w:t xml:space="preserve">стр. </w:t>
    </w:r>
    <w:fldSimple w:instr=" PAGE ">
      <w:r w:rsidR="001A0433">
        <w:rPr>
          <w:noProof/>
        </w:rPr>
        <w:t>2</w:t>
      </w:r>
    </w:fldSimple>
    <w:r>
      <w:t xml:space="preserve"> из </w:t>
    </w:r>
    <w:fldSimple w:instr=" NUMPAGES ">
      <w:r w:rsidR="001A0433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8AE" w:rsidRDefault="001F38AE">
      <w:r>
        <w:separator/>
      </w:r>
    </w:p>
  </w:footnote>
  <w:footnote w:type="continuationSeparator" w:id="0">
    <w:p w:rsidR="001F38AE" w:rsidRDefault="001F38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revisionView w:markup="0"/>
  <w:trackRevisions/>
  <w:doNotTrackMoves/>
  <w:defaultTabStop w:val="851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6EBC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0433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0544"/>
    <w:rsid w:val="001F1F36"/>
    <w:rsid w:val="001F38AE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360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7B7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2AF8"/>
    <w:rsid w:val="00524B9D"/>
    <w:rsid w:val="005307D0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4956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87EF8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2C3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14</TotalTime>
  <Pages>2</Pages>
  <Words>334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tmarkina</cp:lastModifiedBy>
  <cp:revision>9</cp:revision>
  <cp:lastPrinted>2010-04-13T12:36:00Z</cp:lastPrinted>
  <dcterms:created xsi:type="dcterms:W3CDTF">2010-05-25T08:47:00Z</dcterms:created>
  <dcterms:modified xsi:type="dcterms:W3CDTF">2016-04-13T12:56:00Z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